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F887C-9535-4B14-9A0A-1960BFB0A54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